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7F913E4F" w:rsidR="00DD0E11" w:rsidRDefault="005F4D52" w:rsidP="00DD0E11">
      <w:r>
        <w:t>Diepte:</w:t>
      </w:r>
      <w:r>
        <w:tab/>
      </w:r>
      <w:r w:rsidR="00756046">
        <w:t>4</w:t>
      </w:r>
      <w:r w:rsidR="00F95EF4">
        <w:t>1</w:t>
      </w:r>
      <w:r>
        <w:t>cm</w:t>
      </w:r>
    </w:p>
    <w:p w14:paraId="58690DF4" w14:textId="0D9C5E1D" w:rsidR="005F4D52" w:rsidRDefault="005F4D52" w:rsidP="00DD0E11">
      <w:r>
        <w:t>Breedte:</w:t>
      </w:r>
      <w:r>
        <w:tab/>
      </w:r>
      <w:r w:rsidR="00F95EF4">
        <w:t>50</w:t>
      </w:r>
      <w:r>
        <w:t>cm</w:t>
      </w:r>
    </w:p>
    <w:p w14:paraId="51493D2E" w14:textId="7A552467" w:rsidR="005F4D52" w:rsidRDefault="005F4D52" w:rsidP="00DD0E11">
      <w:r>
        <w:t>Hoogte:</w:t>
      </w:r>
      <w:r>
        <w:tab/>
        <w:t>1</w:t>
      </w:r>
      <w:r w:rsidR="00F95EF4">
        <w:t>6.5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4BAEA234" w:rsidR="008A5169" w:rsidRDefault="00F95EF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917584" wp14:editId="262F0583">
            <wp:extent cx="5977255" cy="35306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55BA770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F95EF4">
      <w:rPr>
        <w:rFonts w:ascii="Arial" w:hAnsi="Arial" w:cs="Arial"/>
        <w:b/>
        <w:szCs w:val="24"/>
        <w:lang w:val="nl-BE"/>
      </w:rPr>
      <w:t>hand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5EF4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2048740-00BB-4C4A-960D-63F5D8EFBA51}"/>
</file>

<file path=customXml/itemProps2.xml><?xml version="1.0" encoding="utf-8"?>
<ds:datastoreItem xmlns:ds="http://schemas.openxmlformats.org/officeDocument/2006/customXml" ds:itemID="{CB8E2999-D3E5-4A92-BB56-4DE8847B9F12}"/>
</file>

<file path=customXml/itemProps3.xml><?xml version="1.0" encoding="utf-8"?>
<ds:datastoreItem xmlns:ds="http://schemas.openxmlformats.org/officeDocument/2006/customXml" ds:itemID="{509D5FF0-D391-4951-A01C-DFD8C5EC439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270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2022-09-08T13:18:00Z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2022-09-08T13:18:09Z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